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F5E" w:rsidRPr="00163EDE" w:rsidRDefault="006B7EA8" w:rsidP="002A1BE8">
      <w:pPr>
        <w:jc w:val="center"/>
        <w:rPr>
          <w:rFonts w:ascii="Helvetica" w:hAnsi="Helvetica"/>
          <w:sz w:val="260"/>
        </w:rPr>
      </w:pPr>
      <w:bookmarkStart w:id="0" w:name="_GoBack"/>
      <w:bookmarkEnd w:id="0"/>
      <w:r w:rsidRPr="00163EDE">
        <w:rPr>
          <w:rFonts w:ascii="Helvetica" w:hAnsi="Helvetica"/>
          <w:sz w:val="260"/>
        </w:rPr>
        <w:t>Place</w:t>
      </w:r>
    </w:p>
    <w:p w:rsidR="002A1BE8" w:rsidRPr="00163EDE" w:rsidRDefault="002A1BE8" w:rsidP="002A1BE8">
      <w:pPr>
        <w:jc w:val="center"/>
        <w:rPr>
          <w:rFonts w:ascii="Helvetica" w:hAnsi="Helvetica"/>
          <w:sz w:val="260"/>
        </w:rPr>
      </w:pPr>
      <w:r w:rsidRPr="00163EDE">
        <w:rPr>
          <w:rFonts w:ascii="Helvetica" w:hAnsi="Helvetica"/>
          <w:i/>
          <w:sz w:val="260"/>
        </w:rPr>
        <w:t>Your</w:t>
      </w:r>
    </w:p>
    <w:p w:rsidR="002A1BE8" w:rsidRPr="00163EDE" w:rsidRDefault="002A1BE8" w:rsidP="002A1BE8">
      <w:pPr>
        <w:jc w:val="center"/>
        <w:rPr>
          <w:rFonts w:ascii="Helvetica" w:hAnsi="Helvetica"/>
          <w:b/>
          <w:sz w:val="260"/>
        </w:rPr>
      </w:pPr>
      <w:r w:rsidRPr="00163EDE">
        <w:rPr>
          <w:rFonts w:ascii="Helvetica" w:hAnsi="Helvetica"/>
          <w:b/>
          <w:sz w:val="260"/>
        </w:rPr>
        <w:t xml:space="preserve">Sign Copy </w:t>
      </w:r>
    </w:p>
    <w:p w:rsidR="002A1BE8" w:rsidRPr="00163EDE" w:rsidRDefault="002A1BE8" w:rsidP="002A1BE8">
      <w:pPr>
        <w:jc w:val="center"/>
        <w:rPr>
          <w:rFonts w:ascii="Helvetica" w:hAnsi="Helvetica"/>
          <w:sz w:val="260"/>
        </w:rPr>
      </w:pPr>
      <w:r w:rsidRPr="00163EDE">
        <w:rPr>
          <w:rFonts w:ascii="Helvetica" w:hAnsi="Helvetica"/>
          <w:sz w:val="260"/>
        </w:rPr>
        <w:t>Here.</w:t>
      </w:r>
    </w:p>
    <w:sectPr w:rsidR="002A1BE8" w:rsidRPr="00163EDE" w:rsidSect="002A1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24480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A8" w:rsidRDefault="006B7EA8">
      <w:r>
        <w:separator/>
      </w:r>
    </w:p>
  </w:endnote>
  <w:endnote w:type="continuationSeparator" w:id="0">
    <w:p w:rsidR="006B7EA8" w:rsidRDefault="006B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A8" w:rsidRDefault="006B7EA8">
      <w:r>
        <w:separator/>
      </w:r>
    </w:p>
  </w:footnote>
  <w:footnote w:type="continuationSeparator" w:id="0">
    <w:p w:rsidR="006B7EA8" w:rsidRDefault="006B7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737.2pt;height:1159.1pt;z-index:-251658752;mso-wrap-edited:f;mso-position-horizontal:center;mso-position-horizontal-relative:margin;mso-position-vertical:center;mso-position-vertical-relative:margin" wrapcoords="-21 0 -21 21572 21600 21572 21600 0 -21 0">
          <v:imagedata r:id="rId1" o:title="CyberSmart-poster_MSWord_temp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737.2pt;height:1159.1pt;z-index:-251659776;mso-wrap-edited:f;mso-position-horizontal:center;mso-position-horizontal-relative:margin;mso-position-vertical:center;mso-position-vertical-relative:margin" wrapcoords="-21 0 -21 21572 21600 21572 21600 0 -21 0">
          <v:imagedata r:id="rId1" o:title="CyberSmart-poster_MSWord_temp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E8" w:rsidRDefault="002A1B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0;margin-top:0;width:737.2pt;height:1159.1pt;z-index:-251657728;mso-wrap-edited:f;mso-position-horizontal:center;mso-position-horizontal-relative:margin;mso-position-vertical:center;mso-position-vertical-relative:margin" wrapcoords="-21 0 -21 21572 21600 21572 21600 0 -21 0">
          <v:imagedata r:id="rId1" o:title="CyberSmart-poster_MSWord_temp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CF"/>
    <w:rsid w:val="002A1BE8"/>
    <w:rsid w:val="002D73CF"/>
    <w:rsid w:val="006B7EA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B7640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F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F5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1F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F5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B7640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F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F5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1F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F5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ily\Downloads\CyberSmart-poster_MSWord_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CyberSmart-poster_MSWord_template (1)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JEB Design, Inc.</Company>
  <LinksUpToDate>false</LinksUpToDate>
  <CharactersWithSpaces>27</CharactersWithSpaces>
  <SharedDoc>false</SharedDoc>
  <HLinks>
    <vt:vector size="18" baseType="variant">
      <vt:variant>
        <vt:i4>2228234</vt:i4>
      </vt:variant>
      <vt:variant>
        <vt:i4>-1</vt:i4>
      </vt:variant>
      <vt:variant>
        <vt:i4>2052</vt:i4>
      </vt:variant>
      <vt:variant>
        <vt:i4>1</vt:i4>
      </vt:variant>
      <vt:variant>
        <vt:lpwstr>CyberSmart-poster_MSWord_temp</vt:lpwstr>
      </vt:variant>
      <vt:variant>
        <vt:lpwstr/>
      </vt:variant>
      <vt:variant>
        <vt:i4>2228234</vt:i4>
      </vt:variant>
      <vt:variant>
        <vt:i4>-1</vt:i4>
      </vt:variant>
      <vt:variant>
        <vt:i4>2053</vt:i4>
      </vt:variant>
      <vt:variant>
        <vt:i4>1</vt:i4>
      </vt:variant>
      <vt:variant>
        <vt:lpwstr>CyberSmart-poster_MSWord_temp</vt:lpwstr>
      </vt:variant>
      <vt:variant>
        <vt:lpwstr/>
      </vt:variant>
      <vt:variant>
        <vt:i4>2228234</vt:i4>
      </vt:variant>
      <vt:variant>
        <vt:i4>-1</vt:i4>
      </vt:variant>
      <vt:variant>
        <vt:i4>2054</vt:i4>
      </vt:variant>
      <vt:variant>
        <vt:i4>1</vt:i4>
      </vt:variant>
      <vt:variant>
        <vt:lpwstr>CyberSmart-poster_MSWord_temp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2011-11-30T22:02:00Z</dcterms:created>
  <dcterms:modified xsi:type="dcterms:W3CDTF">2011-11-30T22:03:00Z</dcterms:modified>
</cp:coreProperties>
</file>